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办公设备购置项目（委局核算中心办公设备购置项目）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中共北京市委农村工作委员会北京市农业农村局财务核算中心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余京胜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55525314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5.9414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66.02%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5.9414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66.02%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及时完成采购，保障日常工作正常运转。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采购9台（套）台式计算机，2个碎纸机，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保障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日常工作正常运转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采购数量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≥14台/套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11台/套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15.71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偏差原因分析：原预算计划采购家具，后由于单位要搬迁副中心，遂未新购置家具。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改进措施：下年度根据情况变化及时调减预算资金及指标。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设备验收合格率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设备采购及时性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6月30日前完成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4月采购完成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设备采购成本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≤9万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5.9414万元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采购资金节约率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设备利用率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国产化率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≥50%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预计使用年限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≥10年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≥96%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92.31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F56F53-2F9B-431A-9C22-EE35848C6E9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E40C9AB-AE8D-4A52-B8C2-15B562A52BC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1643EF7-FA53-4EDB-AE9D-13F21C7CBB2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ED58AE8-904D-455F-A49D-C89EF662EC1E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1F4524D"/>
    <w:rsid w:val="08D31E63"/>
    <w:rsid w:val="0ACF403A"/>
    <w:rsid w:val="0AF0679F"/>
    <w:rsid w:val="13764EBE"/>
    <w:rsid w:val="14EC3FFE"/>
    <w:rsid w:val="19613DC1"/>
    <w:rsid w:val="1D735289"/>
    <w:rsid w:val="25162E4E"/>
    <w:rsid w:val="34292F1A"/>
    <w:rsid w:val="37173543"/>
    <w:rsid w:val="3FF76880"/>
    <w:rsid w:val="475871CF"/>
    <w:rsid w:val="487848C8"/>
    <w:rsid w:val="5D5A7A5A"/>
    <w:rsid w:val="61C471B3"/>
    <w:rsid w:val="642F2363"/>
    <w:rsid w:val="66006779"/>
    <w:rsid w:val="67653383"/>
    <w:rsid w:val="72323413"/>
    <w:rsid w:val="76AE06C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99"/>
  </w:style>
  <w:style w:type="table" w:default="1" w:styleId="6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李佳琦</cp:lastModifiedBy>
  <cp:lastPrinted>2022-03-24T10:01:00Z</cp:lastPrinted>
  <dcterms:modified xsi:type="dcterms:W3CDTF">2024-05-16T06:38:43Z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F5F1E0734FB44B01BAC0DA904DA45635_12</vt:lpwstr>
  </property>
</Properties>
</file>